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717EC" w14:textId="77777777" w:rsidR="006E7935" w:rsidRDefault="006E7935" w:rsidP="004D1440">
      <w:pPr>
        <w:pStyle w:val="Hlavika"/>
        <w:tabs>
          <w:tab w:val="clear" w:pos="9072"/>
          <w:tab w:val="right" w:pos="9356"/>
        </w:tabs>
        <w:ind w:left="-142"/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14:paraId="345D86F6" w14:textId="77777777" w:rsidR="006E7935" w:rsidRDefault="006E7935" w:rsidP="006E7935">
      <w:pPr>
        <w:pStyle w:val="Hlavika"/>
      </w:pPr>
    </w:p>
    <w:p w14:paraId="030F5720" w14:textId="77777777" w:rsidR="00B34F22" w:rsidRDefault="00B34F22" w:rsidP="000E55A1">
      <w:pPr>
        <w:pStyle w:val="Nzov"/>
        <w:rPr>
          <w:sz w:val="24"/>
        </w:rPr>
      </w:pPr>
    </w:p>
    <w:p w14:paraId="7E8E0C3C" w14:textId="77777777" w:rsidR="008F0078" w:rsidRPr="002206A6" w:rsidRDefault="007D0CE1" w:rsidP="008F0078">
      <w:pPr>
        <w:pStyle w:val="Pta"/>
        <w:tabs>
          <w:tab w:val="left" w:pos="708"/>
        </w:tabs>
        <w:jc w:val="center"/>
        <w:rPr>
          <w:b/>
          <w:sz w:val="28"/>
          <w:szCs w:val="28"/>
          <w:u w:val="single"/>
          <w:lang w:val="sk-SK"/>
        </w:rPr>
      </w:pPr>
      <w:r w:rsidRPr="002206A6">
        <w:rPr>
          <w:b/>
          <w:sz w:val="28"/>
          <w:szCs w:val="28"/>
          <w:u w:val="single"/>
          <w:lang w:val="sk-SK"/>
        </w:rPr>
        <w:t>Oznámenie formálnej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>/menej významnej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 xml:space="preserve"> zmeny </w:t>
      </w:r>
      <w:r w:rsidR="008F0078" w:rsidRPr="002206A6">
        <w:rPr>
          <w:b/>
          <w:sz w:val="28"/>
          <w:szCs w:val="28"/>
          <w:u w:val="single"/>
          <w:lang w:val="sk-SK"/>
        </w:rPr>
        <w:t>projektu</w:t>
      </w:r>
    </w:p>
    <w:p w14:paraId="2A78610C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301290E5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72FCE84" w14:textId="4B849645" w:rsidR="00B00820" w:rsidRPr="00391C44" w:rsidRDefault="00B00820" w:rsidP="000D2C9B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 xml:space="preserve"> o</w:t>
            </w:r>
            <w:r w:rsidR="000D2C9B">
              <w:rPr>
                <w:b/>
                <w:color w:val="FFFFFF" w:themeColor="background1"/>
                <w:sz w:val="22"/>
                <w:lang w:val="sk-SK"/>
              </w:rPr>
              <w:t> poskytnutí NFP</w:t>
            </w:r>
          </w:p>
        </w:tc>
      </w:tr>
      <w:tr w:rsidR="00B00820" w:rsidRPr="00095574" w14:paraId="60F49D0A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534D6D18" w14:textId="77777777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C5F0BA2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454E1E7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14:paraId="5ADF1970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3397D99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F941EC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206EEF4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3EC010D" w14:textId="77777777" w:rsidTr="00BD3AAA">
        <w:tc>
          <w:tcPr>
            <w:tcW w:w="9212" w:type="dxa"/>
            <w:gridSpan w:val="3"/>
            <w:shd w:val="clear" w:color="auto" w:fill="E6E6E6"/>
          </w:tcPr>
          <w:p w14:paraId="3BDFCDE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3B53F5DD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FF0FE2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5ABBDC7D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1F0C003F" w14:textId="50A19599" w:rsidR="006636A3" w:rsidRPr="00391C44" w:rsidRDefault="006636A3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2A72260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829129C" w14:textId="77777777" w:rsidR="006636A3" w:rsidRPr="00391C44" w:rsidRDefault="006636A3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 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</w:p>
        </w:tc>
      </w:tr>
      <w:tr w:rsidR="006636A3" w:rsidRPr="00095574" w14:paraId="25EFB8AC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74067DF3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381ACB9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77021515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3CD77D85" w14:textId="77777777" w:rsidTr="00BD3AAA">
        <w:tc>
          <w:tcPr>
            <w:tcW w:w="9212" w:type="dxa"/>
            <w:gridSpan w:val="3"/>
            <w:shd w:val="clear" w:color="auto" w:fill="E6E6E6"/>
          </w:tcPr>
          <w:p w14:paraId="788C63A4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7114B4FF" w14:textId="77777777" w:rsidTr="003F09E3">
        <w:tc>
          <w:tcPr>
            <w:tcW w:w="9212" w:type="dxa"/>
            <w:gridSpan w:val="3"/>
            <w:shd w:val="clear" w:color="auto" w:fill="auto"/>
          </w:tcPr>
          <w:p w14:paraId="31F7235F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2709166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7386CC25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 w:rsidR="007D0CE1"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1D442A2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5529C55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208386B0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ABF1B34" w14:textId="27DA77B6" w:rsidR="0024024B" w:rsidRPr="000F550B" w:rsidRDefault="00B00820" w:rsidP="000F550B">
            <w:pPr>
              <w:rPr>
                <w:b/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7D0CE1">
              <w:rPr>
                <w:sz w:val="16"/>
                <w:szCs w:val="16"/>
                <w:lang w:val="sk-SK"/>
              </w:rPr>
              <w:t xml:space="preserve"> </w:t>
            </w:r>
            <w:r w:rsidR="001F0D92">
              <w:rPr>
                <w:sz w:val="16"/>
                <w:szCs w:val="16"/>
                <w:lang w:val="sk-SK"/>
              </w:rPr>
              <w:t>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  <w:r w:rsidR="001F0D92">
              <w:rPr>
                <w:sz w:val="16"/>
                <w:szCs w:val="16"/>
                <w:lang w:val="sk-SK"/>
              </w:rPr>
              <w:t xml:space="preserve">, jej prílohy </w:t>
            </w:r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095574" w14:paraId="6497200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178BFEB" w14:textId="77777777" w:rsidR="0024024B" w:rsidRDefault="0024024B" w:rsidP="00E06C16">
            <w:pPr>
              <w:rPr>
                <w:sz w:val="16"/>
                <w:szCs w:val="16"/>
                <w:lang w:val="sk-SK"/>
              </w:rPr>
            </w:pPr>
          </w:p>
          <w:p w14:paraId="70D2DDE2" w14:textId="1BB60565" w:rsidR="000F550B" w:rsidRPr="007E1556" w:rsidRDefault="000F550B" w:rsidP="007817C0">
            <w:pPr>
              <w:rPr>
                <w:i/>
                <w:sz w:val="16"/>
                <w:szCs w:val="16"/>
                <w:lang w:val="sk-SK"/>
              </w:rPr>
            </w:pP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V prípade 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zmien veľkého rozsahu, napr. zmien v spôsobe realizácie aktivít projektu, zmien vo viacerých položkách rozpočtu projektu/komentára k rozpočtu projektu, 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 xml:space="preserve">vo viacerých merateľných ukazovateľoch projektu a i. 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>prijímateľ vykoná zmeny pôvodného dokument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>u</w:t>
            </w:r>
            <w:r w:rsidR="007E1556" w:rsidRPr="007E1556">
              <w:rPr>
                <w:b/>
                <w:i/>
                <w:sz w:val="16"/>
                <w:szCs w:val="16"/>
                <w:lang w:val="sk-SK"/>
              </w:rPr>
              <w:t>/časti pôvodného dokumentu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 xml:space="preserve"> vo forme so sledovaním zmien. To znamená, že prijímateľ nevypĺňa v tejto </w:t>
            </w:r>
            <w:r w:rsidR="007E1556" w:rsidRPr="007E1556">
              <w:rPr>
                <w:b/>
                <w:i/>
                <w:sz w:val="16"/>
                <w:szCs w:val="16"/>
                <w:lang w:val="sk-SK"/>
              </w:rPr>
              <w:t xml:space="preserve">časti pôvodné znenie 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>dokumentu</w:t>
            </w:r>
            <w:r w:rsidR="007E1556" w:rsidRPr="007E1556">
              <w:rPr>
                <w:b/>
                <w:i/>
                <w:sz w:val="16"/>
                <w:szCs w:val="16"/>
                <w:lang w:val="sk-SK"/>
              </w:rPr>
              <w:t>/časti dokumentu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 xml:space="preserve">, ale 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>príslušný dokument</w:t>
            </w:r>
            <w:r w:rsidR="007E1556" w:rsidRPr="007E1556">
              <w:rPr>
                <w:b/>
                <w:i/>
                <w:sz w:val="16"/>
                <w:szCs w:val="16"/>
                <w:lang w:val="sk-SK"/>
              </w:rPr>
              <w:t>/príslušnú časť dokumentu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 xml:space="preserve"> 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 xml:space="preserve">vo forme 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 xml:space="preserve">so sledovaním vykonaných 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 xml:space="preserve">zmien 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>predloží ako prílohu tohto oznámenia</w:t>
            </w:r>
            <w:r w:rsidR="007817C0" w:rsidRPr="007E1556">
              <w:rPr>
                <w:b/>
                <w:i/>
                <w:sz w:val="16"/>
                <w:szCs w:val="16"/>
                <w:lang w:val="sk-SK"/>
              </w:rPr>
              <w:t>.</w:t>
            </w:r>
          </w:p>
        </w:tc>
      </w:tr>
    </w:tbl>
    <w:p w14:paraId="79109F76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74F2CD10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0DC2603D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6CFCC3C6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3E415F96" w14:textId="459FACC8" w:rsidR="0024024B" w:rsidRPr="00391C44" w:rsidRDefault="00B00820" w:rsidP="000F550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1F0D92" w:rsidRPr="00391C44">
              <w:rPr>
                <w:sz w:val="16"/>
                <w:szCs w:val="16"/>
                <w:lang w:val="sk-SK"/>
              </w:rPr>
              <w:t>Zmluvy</w:t>
            </w:r>
            <w:r w:rsidR="001F0D92">
              <w:rPr>
                <w:sz w:val="16"/>
                <w:szCs w:val="16"/>
                <w:lang w:val="sk-SK"/>
              </w:rPr>
              <w:t xml:space="preserve"> o</w:t>
            </w:r>
            <w:r w:rsidR="000D2C9B">
              <w:rPr>
                <w:sz w:val="16"/>
                <w:szCs w:val="16"/>
                <w:lang w:val="sk-SK"/>
              </w:rPr>
              <w:t> poskytnutí NFP</w:t>
            </w:r>
            <w:r w:rsidR="001F0D92">
              <w:rPr>
                <w:sz w:val="16"/>
                <w:szCs w:val="16"/>
                <w:lang w:val="sk-SK"/>
              </w:rPr>
              <w:t>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</w:tc>
      </w:tr>
      <w:tr w:rsidR="0024024B" w:rsidRPr="00A923AF" w14:paraId="76F46A39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FFBE6E1" w14:textId="77777777" w:rsidR="007817C0" w:rsidRDefault="007817C0" w:rsidP="00E06C16">
            <w:pPr>
              <w:rPr>
                <w:b/>
                <w:sz w:val="16"/>
                <w:szCs w:val="16"/>
                <w:lang w:val="sk-SK"/>
              </w:rPr>
            </w:pPr>
          </w:p>
          <w:p w14:paraId="37EF6B4E" w14:textId="478B0120" w:rsidR="00B00820" w:rsidRPr="007E1556" w:rsidRDefault="007817C0" w:rsidP="007E1556">
            <w:pPr>
              <w:rPr>
                <w:i/>
                <w:sz w:val="16"/>
                <w:szCs w:val="16"/>
                <w:lang w:val="sk-SK"/>
              </w:rPr>
            </w:pPr>
            <w:r w:rsidRPr="007E1556">
              <w:rPr>
                <w:b/>
                <w:i/>
                <w:sz w:val="16"/>
                <w:szCs w:val="16"/>
                <w:lang w:val="sk-SK"/>
              </w:rPr>
              <w:t>V prípade zmien veľkého rozsahu, napr. zmien v spôsobe realizácie aktivít projektu, zmien vo viacerých položkách rozpočtu projektu/komentára k rozpočtu projektu, vo viacerých merateľných ukazovateľoch projektu a i. prijímateľ vykoná zmeny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 tak, že navrhované znenie vypracuje priamo v pôvodnom dokumente</w:t>
            </w:r>
            <w:r w:rsidR="007E1556">
              <w:rPr>
                <w:b/>
                <w:i/>
                <w:sz w:val="16"/>
                <w:szCs w:val="16"/>
                <w:lang w:val="sk-SK"/>
              </w:rPr>
              <w:t>/pôvodnej časti dokumentu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 formou sledovania 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zmien. To znamená, že prijímateľ nevypĺňa v tejto časti 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>navrhované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 znenie dokumentu</w:t>
            </w:r>
            <w:r w:rsidR="007E1556">
              <w:rPr>
                <w:b/>
                <w:i/>
                <w:sz w:val="16"/>
                <w:szCs w:val="16"/>
                <w:lang w:val="sk-SK"/>
              </w:rPr>
              <w:t>/časti dokumentu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, ale 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navrhované znenie predloží ako prílohu tohto oznámenia vo 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 xml:space="preserve">forme so sledovaním vykonaných zmien </w:t>
            </w:r>
            <w:r w:rsidR="007E1556" w:rsidRPr="007E1556">
              <w:rPr>
                <w:b/>
                <w:i/>
                <w:sz w:val="16"/>
                <w:szCs w:val="16"/>
                <w:lang w:val="sk-SK"/>
              </w:rPr>
              <w:t>pôvodného dokumentu/</w:t>
            </w:r>
            <w:r w:rsidR="007E1556">
              <w:rPr>
                <w:b/>
                <w:i/>
                <w:sz w:val="16"/>
                <w:szCs w:val="16"/>
                <w:lang w:val="sk-SK"/>
              </w:rPr>
              <w:t xml:space="preserve">pôvodnej </w:t>
            </w:r>
            <w:bookmarkStart w:id="0" w:name="_GoBack"/>
            <w:bookmarkEnd w:id="0"/>
            <w:r w:rsidR="007E1556" w:rsidRPr="007E1556">
              <w:rPr>
                <w:b/>
                <w:i/>
                <w:sz w:val="16"/>
                <w:szCs w:val="16"/>
                <w:lang w:val="sk-SK"/>
              </w:rPr>
              <w:t>časti dokumentu</w:t>
            </w:r>
            <w:r w:rsidRPr="007E1556">
              <w:rPr>
                <w:b/>
                <w:i/>
                <w:sz w:val="16"/>
                <w:szCs w:val="16"/>
                <w:lang w:val="sk-SK"/>
              </w:rPr>
              <w:t>.</w:t>
            </w:r>
          </w:p>
        </w:tc>
      </w:tr>
    </w:tbl>
    <w:p w14:paraId="199BF336" w14:textId="77777777" w:rsidR="00B8563F" w:rsidRDefault="00B8563F" w:rsidP="00B93080">
      <w:pPr>
        <w:spacing w:line="360" w:lineRule="auto"/>
        <w:rPr>
          <w:sz w:val="22"/>
          <w:lang w:val="sk-SK"/>
        </w:rPr>
      </w:pPr>
    </w:p>
    <w:p w14:paraId="0ECE24AE" w14:textId="77777777" w:rsidR="00F84ACB" w:rsidRPr="00F84ACB" w:rsidRDefault="00F84ACB" w:rsidP="00F84ACB">
      <w:pPr>
        <w:spacing w:line="360" w:lineRule="auto"/>
        <w:rPr>
          <w:szCs w:val="20"/>
          <w:lang w:val="sk-SK"/>
        </w:rPr>
      </w:pPr>
      <w:r w:rsidRPr="00F84ACB">
        <w:rPr>
          <w:szCs w:val="20"/>
          <w:lang w:val="sk-SK"/>
        </w:rPr>
        <w:t>* Nehodiace sa preškrtnúť</w:t>
      </w:r>
    </w:p>
    <w:p w14:paraId="1561D452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5A0C085B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51B0E9A" w14:textId="77777777" w:rsidR="00B00820" w:rsidRPr="00391C44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A923AF" w14:paraId="4F3872E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1AA95FCE" w14:textId="77777777" w:rsidR="007D0CE1" w:rsidRDefault="00B00820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 w:rsidR="009C009C"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  <w:p w14:paraId="6ECD2605" w14:textId="1D63ADA2" w:rsidR="00B00820" w:rsidRPr="00391C44" w:rsidRDefault="00B00820" w:rsidP="000D2C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 dosiahnutie stanovených cieľov</w:t>
            </w:r>
            <w:r w:rsidR="001F0D92">
              <w:rPr>
                <w:sz w:val="16"/>
                <w:szCs w:val="16"/>
                <w:lang w:val="sk-SK"/>
              </w:rPr>
              <w:t xml:space="preserve">, účelu projektu, </w:t>
            </w:r>
            <w:r w:rsidRPr="00391C44">
              <w:rPr>
                <w:sz w:val="16"/>
                <w:szCs w:val="16"/>
                <w:lang w:val="sk-SK"/>
              </w:rPr>
              <w:t> merateľných ukazovateľov projektu (najmä tých</w:t>
            </w:r>
            <w:r w:rsidR="001F0D92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</w:t>
            </w:r>
            <w:r w:rsidR="000D2C9B">
              <w:rPr>
                <w:sz w:val="16"/>
                <w:szCs w:val="16"/>
                <w:lang w:val="sk-SK"/>
              </w:rPr>
              <w:t>PPP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0D2C9B">
              <w:rPr>
                <w:sz w:val="16"/>
                <w:szCs w:val="16"/>
                <w:lang w:val="sk-SK"/>
              </w:rPr>
              <w:t>NFP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6941E33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39C9661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FB7EA30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2F6F56DF" w14:textId="77777777" w:rsidTr="001760B7">
        <w:tc>
          <w:tcPr>
            <w:tcW w:w="9288" w:type="dxa"/>
            <w:shd w:val="clear" w:color="auto" w:fill="006EB6"/>
          </w:tcPr>
          <w:p w14:paraId="6DA00867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1754F494" w14:textId="77777777" w:rsidTr="003F09E3">
        <w:tc>
          <w:tcPr>
            <w:tcW w:w="9288" w:type="dxa"/>
            <w:shd w:val="clear" w:color="auto" w:fill="auto"/>
          </w:tcPr>
          <w:p w14:paraId="5D6481C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3D478A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926719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12DFB71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2B7FF16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65BF20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060BD9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A5591B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4FC4B1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D41A7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2F091CF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BA98E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2C9726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5373AA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2D1F2F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3B628D1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4ECC869C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31378671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3A2D6B20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1B3A490F" w14:textId="77777777" w:rsidTr="001760B7">
        <w:tc>
          <w:tcPr>
            <w:tcW w:w="9288" w:type="dxa"/>
            <w:gridSpan w:val="2"/>
            <w:shd w:val="clear" w:color="auto" w:fill="006EB6"/>
          </w:tcPr>
          <w:p w14:paraId="7B738ECD" w14:textId="77777777" w:rsidR="0024024B" w:rsidRPr="00391C44" w:rsidRDefault="00B00820" w:rsidP="002B1321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>
              <w:rPr>
                <w:b/>
                <w:color w:val="FFFFFF" w:themeColor="background1"/>
                <w:sz w:val="22"/>
                <w:lang w:val="sk-SK"/>
              </w:rPr>
              <w:t>projektu</w:t>
            </w:r>
            <w:r w:rsidR="009C009C" w:rsidRPr="009C009C">
              <w:rPr>
                <w:b/>
                <w:color w:val="FFFFFF" w:themeColor="background1"/>
                <w:sz w:val="22"/>
                <w:lang w:val="sk-SK"/>
              </w:rPr>
              <w:t>**</w:t>
            </w:r>
          </w:p>
        </w:tc>
      </w:tr>
      <w:tr w:rsidR="0024024B" w:rsidRPr="00A923AF" w14:paraId="69036DC5" w14:textId="77777777" w:rsidTr="003F09E3">
        <w:tc>
          <w:tcPr>
            <w:tcW w:w="955" w:type="dxa"/>
            <w:shd w:val="clear" w:color="auto" w:fill="auto"/>
          </w:tcPr>
          <w:p w14:paraId="26117E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082405E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613DFB8E" w14:textId="77777777" w:rsidTr="003F09E3">
        <w:tc>
          <w:tcPr>
            <w:tcW w:w="955" w:type="dxa"/>
            <w:shd w:val="clear" w:color="auto" w:fill="auto"/>
          </w:tcPr>
          <w:p w14:paraId="43970C4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14BE3D2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F178F7D" w14:textId="77777777" w:rsidTr="003F09E3">
        <w:tc>
          <w:tcPr>
            <w:tcW w:w="955" w:type="dxa"/>
            <w:shd w:val="clear" w:color="auto" w:fill="auto"/>
          </w:tcPr>
          <w:p w14:paraId="21E85B5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A05E46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DEC5DFE" w14:textId="77777777" w:rsidTr="003F09E3">
        <w:tc>
          <w:tcPr>
            <w:tcW w:w="955" w:type="dxa"/>
            <w:shd w:val="clear" w:color="auto" w:fill="auto"/>
          </w:tcPr>
          <w:p w14:paraId="45E8B355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0B34A6B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025EE24" w14:textId="77777777" w:rsidTr="003F09E3">
        <w:tc>
          <w:tcPr>
            <w:tcW w:w="955" w:type="dxa"/>
            <w:shd w:val="clear" w:color="auto" w:fill="auto"/>
          </w:tcPr>
          <w:p w14:paraId="6FDEDD3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53D9A8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0F331BD9" w14:textId="77777777" w:rsidTr="003F09E3">
        <w:tc>
          <w:tcPr>
            <w:tcW w:w="955" w:type="dxa"/>
            <w:shd w:val="clear" w:color="auto" w:fill="auto"/>
          </w:tcPr>
          <w:p w14:paraId="2A2DBE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3800BBD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A63C91F" w14:textId="77777777" w:rsidTr="003F09E3">
        <w:tc>
          <w:tcPr>
            <w:tcW w:w="955" w:type="dxa"/>
            <w:shd w:val="clear" w:color="auto" w:fill="auto"/>
          </w:tcPr>
          <w:p w14:paraId="36C0072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7FDF73A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6ACA137" w14:textId="77777777" w:rsidTr="003F09E3">
        <w:tc>
          <w:tcPr>
            <w:tcW w:w="955" w:type="dxa"/>
            <w:shd w:val="clear" w:color="auto" w:fill="auto"/>
          </w:tcPr>
          <w:p w14:paraId="212777D1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022C405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992D497" w14:textId="77777777" w:rsidTr="003F09E3">
        <w:tc>
          <w:tcPr>
            <w:tcW w:w="955" w:type="dxa"/>
            <w:shd w:val="clear" w:color="auto" w:fill="auto"/>
          </w:tcPr>
          <w:p w14:paraId="57B1BED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58F3BC7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064AF96" w14:textId="77777777" w:rsidTr="003F09E3">
        <w:tc>
          <w:tcPr>
            <w:tcW w:w="955" w:type="dxa"/>
            <w:shd w:val="clear" w:color="auto" w:fill="auto"/>
          </w:tcPr>
          <w:p w14:paraId="30F25BC7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5CB7C09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1B0C697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5BF5210" w14:textId="77777777" w:rsidR="00B00820" w:rsidRDefault="00B00820" w:rsidP="00FC6C93">
      <w:pPr>
        <w:rPr>
          <w:sz w:val="16"/>
          <w:szCs w:val="16"/>
          <w:lang w:val="sk-SK"/>
        </w:rPr>
      </w:pPr>
    </w:p>
    <w:p w14:paraId="47BC2D65" w14:textId="77777777" w:rsidR="00F84ACB" w:rsidRDefault="00F84ACB" w:rsidP="00FC6C93">
      <w:pPr>
        <w:rPr>
          <w:sz w:val="16"/>
          <w:szCs w:val="16"/>
          <w:lang w:val="sk-SK"/>
        </w:rPr>
      </w:pPr>
    </w:p>
    <w:p w14:paraId="192656BB" w14:textId="77777777" w:rsidR="00F84ACB" w:rsidRDefault="00F84ACB" w:rsidP="00FC6C93">
      <w:pPr>
        <w:rPr>
          <w:sz w:val="16"/>
          <w:szCs w:val="16"/>
          <w:lang w:val="sk-SK"/>
        </w:rPr>
      </w:pPr>
    </w:p>
    <w:p w14:paraId="6EDA1202" w14:textId="77777777" w:rsidR="00F84ACB" w:rsidRDefault="00F84ACB" w:rsidP="00FC6C93">
      <w:pPr>
        <w:rPr>
          <w:sz w:val="16"/>
          <w:szCs w:val="16"/>
          <w:lang w:val="sk-SK"/>
        </w:rPr>
      </w:pPr>
    </w:p>
    <w:p w14:paraId="3EF1BAE8" w14:textId="77777777" w:rsidR="00F84ACB" w:rsidRDefault="00F84ACB" w:rsidP="00FC6C93">
      <w:pPr>
        <w:rPr>
          <w:sz w:val="16"/>
          <w:szCs w:val="16"/>
          <w:lang w:val="sk-SK"/>
        </w:rPr>
      </w:pPr>
    </w:p>
    <w:p w14:paraId="5A9C2A93" w14:textId="77777777" w:rsidR="00F84ACB" w:rsidRDefault="00F84ACB" w:rsidP="00FC6C93">
      <w:pPr>
        <w:rPr>
          <w:sz w:val="16"/>
          <w:szCs w:val="16"/>
          <w:lang w:val="sk-SK"/>
        </w:rPr>
      </w:pPr>
    </w:p>
    <w:p w14:paraId="341A3081" w14:textId="77777777" w:rsidR="00F84ACB" w:rsidRDefault="00F84ACB" w:rsidP="00FC6C93">
      <w:pPr>
        <w:rPr>
          <w:sz w:val="16"/>
          <w:szCs w:val="16"/>
          <w:lang w:val="sk-SK"/>
        </w:rPr>
      </w:pPr>
    </w:p>
    <w:p w14:paraId="6BC39C4D" w14:textId="77777777" w:rsidR="00F84ACB" w:rsidRDefault="00F84ACB" w:rsidP="00FC6C93">
      <w:pPr>
        <w:rPr>
          <w:sz w:val="16"/>
          <w:szCs w:val="16"/>
          <w:lang w:val="sk-SK"/>
        </w:rPr>
      </w:pPr>
    </w:p>
    <w:p w14:paraId="4A503533" w14:textId="77777777" w:rsidR="00F84ACB" w:rsidRDefault="00F84ACB" w:rsidP="00FC6C93">
      <w:pPr>
        <w:rPr>
          <w:sz w:val="16"/>
          <w:szCs w:val="16"/>
          <w:lang w:val="sk-SK"/>
        </w:rPr>
      </w:pPr>
    </w:p>
    <w:p w14:paraId="0215CFDB" w14:textId="77777777" w:rsidR="00F84ACB" w:rsidRDefault="00F84ACB" w:rsidP="00FC6C93">
      <w:pPr>
        <w:rPr>
          <w:sz w:val="16"/>
          <w:szCs w:val="16"/>
          <w:lang w:val="sk-SK"/>
        </w:rPr>
      </w:pPr>
    </w:p>
    <w:p w14:paraId="19D3AE5F" w14:textId="77777777" w:rsidR="00F84ACB" w:rsidRPr="006575F9" w:rsidRDefault="00F84ACB" w:rsidP="00FC6C93">
      <w:pPr>
        <w:rPr>
          <w:sz w:val="16"/>
          <w:szCs w:val="16"/>
          <w:lang w:val="sk-SK"/>
        </w:rPr>
      </w:pPr>
      <w:r w:rsidRPr="006575F9">
        <w:rPr>
          <w:sz w:val="16"/>
          <w:szCs w:val="16"/>
          <w:lang w:val="sk-SK"/>
        </w:rPr>
        <w:t>** Prijímateľ uvedie relevantné prílohy, ktoré prikladá k</w:t>
      </w:r>
      <w:r w:rsidR="00377BC3" w:rsidRPr="006575F9">
        <w:rPr>
          <w:sz w:val="16"/>
          <w:szCs w:val="16"/>
          <w:lang w:val="sk-SK"/>
        </w:rPr>
        <w:t> oznámeniu formálnej/menej významnej zmeny projektu</w:t>
      </w:r>
      <w:r w:rsidRPr="006575F9">
        <w:rPr>
          <w:sz w:val="16"/>
          <w:szCs w:val="16"/>
          <w:lang w:val="sk-SK"/>
        </w:rPr>
        <w:t>.</w:t>
      </w:r>
    </w:p>
    <w:sectPr w:rsidR="00F84ACB" w:rsidRPr="006575F9" w:rsidSect="001F0D92">
      <w:footerReference w:type="even" r:id="rId7"/>
      <w:footerReference w:type="default" r:id="rId8"/>
      <w:headerReference w:type="first" r:id="rId9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B5DE8" w14:textId="77777777" w:rsidR="0017689A" w:rsidRDefault="0017689A">
      <w:r>
        <w:separator/>
      </w:r>
    </w:p>
  </w:endnote>
  <w:endnote w:type="continuationSeparator" w:id="0">
    <w:p w14:paraId="7FB02F95" w14:textId="77777777" w:rsidR="0017689A" w:rsidRDefault="0017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0348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8AD046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14:paraId="7630FAE8" w14:textId="2C4FFA36"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556" w:rsidRPr="007E1556">
          <w:rPr>
            <w:noProof/>
            <w:lang w:val="sk-SK"/>
          </w:rPr>
          <w:t>2</w:t>
        </w:r>
        <w:r>
          <w:fldChar w:fldCharType="end"/>
        </w:r>
      </w:p>
    </w:sdtContent>
  </w:sdt>
  <w:p w14:paraId="50167E0F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39781" w14:textId="77777777" w:rsidR="0017689A" w:rsidRDefault="0017689A">
      <w:r>
        <w:separator/>
      </w:r>
    </w:p>
  </w:footnote>
  <w:footnote w:type="continuationSeparator" w:id="0">
    <w:p w14:paraId="55ACC355" w14:textId="77777777" w:rsidR="0017689A" w:rsidRDefault="00176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E02D" w14:textId="44205FBF" w:rsidR="001F0D92" w:rsidRDefault="001F0D92" w:rsidP="001F0D92">
    <w:pPr>
      <w:pStyle w:val="Hlavika"/>
      <w:jc w:val="right"/>
      <w:rPr>
        <w:lang w:val="sk-SK"/>
      </w:rPr>
    </w:pPr>
    <w:r>
      <w:rPr>
        <w:lang w:val="sk-SK"/>
      </w:rPr>
      <w:t>P</w:t>
    </w:r>
    <w:r w:rsidR="00A156CD">
      <w:rPr>
        <w:lang w:val="sk-SK"/>
      </w:rPr>
      <w:t>ríloha č. 6</w:t>
    </w:r>
  </w:p>
  <w:p w14:paraId="4A82F9E3" w14:textId="11D80D73" w:rsidR="001F0D92" w:rsidRPr="001F0D92" w:rsidRDefault="00554E35">
    <w:pPr>
      <w:pStyle w:val="Hlavika"/>
      <w:rPr>
        <w:lang w:val="sk-SK"/>
      </w:rPr>
    </w:pPr>
    <w:r>
      <w:rPr>
        <w:noProof/>
        <w:lang w:val="sk-SK" w:eastAsia="sk-SK"/>
      </w:rPr>
      <w:drawing>
        <wp:inline distT="0" distB="0" distL="0" distR="0" wp14:anchorId="2888BA8A" wp14:editId="2068F7BB">
          <wp:extent cx="5759450" cy="518160"/>
          <wp:effectExtent l="0" t="0" r="0" b="0"/>
          <wp:docPr id="2" name="Obrázok 2" descr="C:\Users\skalicka\Pictures\loga PSK\loga PSK_MHSR_EU_horizont_financovany_21.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:\Users\skalicka\Pictures\loga PSK\loga PSK_MHSR_EU_horizont_financovany_21.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43FF8"/>
    <w:rsid w:val="00064C83"/>
    <w:rsid w:val="00065E53"/>
    <w:rsid w:val="0006769F"/>
    <w:rsid w:val="00080706"/>
    <w:rsid w:val="00082EDB"/>
    <w:rsid w:val="00095574"/>
    <w:rsid w:val="000C59CB"/>
    <w:rsid w:val="000D2C9B"/>
    <w:rsid w:val="000D333E"/>
    <w:rsid w:val="000E38E2"/>
    <w:rsid w:val="000E4536"/>
    <w:rsid w:val="000E55A1"/>
    <w:rsid w:val="000F0AE1"/>
    <w:rsid w:val="000F550B"/>
    <w:rsid w:val="00122B0B"/>
    <w:rsid w:val="0015697B"/>
    <w:rsid w:val="001760B7"/>
    <w:rsid w:val="0017689A"/>
    <w:rsid w:val="001C6A80"/>
    <w:rsid w:val="001F0D92"/>
    <w:rsid w:val="002206A6"/>
    <w:rsid w:val="0024024B"/>
    <w:rsid w:val="0028612D"/>
    <w:rsid w:val="00292BF1"/>
    <w:rsid w:val="002A7887"/>
    <w:rsid w:val="002B1321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D1440"/>
    <w:rsid w:val="004F39FA"/>
    <w:rsid w:val="0052175D"/>
    <w:rsid w:val="005432D0"/>
    <w:rsid w:val="005513B5"/>
    <w:rsid w:val="00552087"/>
    <w:rsid w:val="00554E35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575F9"/>
    <w:rsid w:val="006636A3"/>
    <w:rsid w:val="00664D1E"/>
    <w:rsid w:val="006A2C59"/>
    <w:rsid w:val="006A5887"/>
    <w:rsid w:val="006B2F2B"/>
    <w:rsid w:val="006C0872"/>
    <w:rsid w:val="006E7935"/>
    <w:rsid w:val="007218E3"/>
    <w:rsid w:val="007436F0"/>
    <w:rsid w:val="00761757"/>
    <w:rsid w:val="00763752"/>
    <w:rsid w:val="00773E13"/>
    <w:rsid w:val="007817C0"/>
    <w:rsid w:val="007843B4"/>
    <w:rsid w:val="00791C27"/>
    <w:rsid w:val="007A346B"/>
    <w:rsid w:val="007A680F"/>
    <w:rsid w:val="007D0CE1"/>
    <w:rsid w:val="007E1556"/>
    <w:rsid w:val="00833E3D"/>
    <w:rsid w:val="008846F5"/>
    <w:rsid w:val="008C0A39"/>
    <w:rsid w:val="008E19BB"/>
    <w:rsid w:val="008F0078"/>
    <w:rsid w:val="008F3924"/>
    <w:rsid w:val="009023BA"/>
    <w:rsid w:val="009057CD"/>
    <w:rsid w:val="009140EA"/>
    <w:rsid w:val="00996491"/>
    <w:rsid w:val="009B728C"/>
    <w:rsid w:val="009C009C"/>
    <w:rsid w:val="009C1FD9"/>
    <w:rsid w:val="009C249B"/>
    <w:rsid w:val="009F5F63"/>
    <w:rsid w:val="00A156CD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0ADA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51A89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71425"/>
    <w:rsid w:val="00D718BA"/>
    <w:rsid w:val="00D91BDC"/>
    <w:rsid w:val="00D94C6E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  <w:rsid w:val="00F84ACB"/>
    <w:rsid w:val="00FA1698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D8168A"/>
  <w15:docId w15:val="{96E0D340-BE1C-4C9B-9CFD-4AEF536F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16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Kubovcikova Lenka</cp:lastModifiedBy>
  <cp:revision>5</cp:revision>
  <dcterms:created xsi:type="dcterms:W3CDTF">2018-04-17T15:26:00Z</dcterms:created>
  <dcterms:modified xsi:type="dcterms:W3CDTF">2024-02-05T14:47:00Z</dcterms:modified>
</cp:coreProperties>
</file>